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5C95" w14:textId="77777777" w:rsidR="00A873C3" w:rsidRPr="0031116D" w:rsidRDefault="00A873C3" w:rsidP="001A4369">
      <w:pPr>
        <w:ind w:left="630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11D63D" w14:textId="6A1F7396" w:rsidR="00405EDD" w:rsidRPr="0031116D" w:rsidRDefault="00405EDD" w:rsidP="00405EDD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116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FORMULARZ OFERTOWY </w:t>
      </w:r>
    </w:p>
    <w:p w14:paraId="6C5D93E6" w14:textId="77777777" w:rsidR="00405EDD" w:rsidRPr="0031116D" w:rsidRDefault="00405EDD" w:rsidP="00405EDD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CFFC38E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 xml:space="preserve">Zarejestrowana nazwa (firma) Wykonawcy/Wykonawców: </w:t>
      </w:r>
    </w:p>
    <w:p w14:paraId="5AFE1918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......................................................................................…………………………………………………………….</w:t>
      </w:r>
    </w:p>
    <w:p w14:paraId="611586E2" w14:textId="315335C5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 xml:space="preserve">Imiona, nazwiska i stanowiska osób uprawnionych do reprezentowania Wykonawcy, zgodnie </w:t>
      </w:r>
      <w:r w:rsidR="00725622">
        <w:rPr>
          <w:rFonts w:asciiTheme="minorHAnsi" w:hAnsiTheme="minorHAnsi" w:cstheme="minorHAnsi"/>
          <w:color w:val="000000" w:themeColor="text1"/>
        </w:rPr>
        <w:br/>
      </w:r>
      <w:r w:rsidRPr="0031116D">
        <w:rPr>
          <w:rFonts w:asciiTheme="minorHAnsi" w:hAnsiTheme="minorHAnsi" w:cstheme="minorHAnsi"/>
          <w:color w:val="000000" w:themeColor="text1"/>
        </w:rPr>
        <w:t xml:space="preserve">z </w:t>
      </w:r>
      <w:r w:rsidRPr="0031116D">
        <w:rPr>
          <w:rFonts w:asciiTheme="minorHAnsi" w:hAnsiTheme="minorHAnsi" w:cstheme="minorHAnsi"/>
          <w:b/>
          <w:color w:val="000000" w:themeColor="text1"/>
          <w:u w:val="single"/>
        </w:rPr>
        <w:t>dokumentem rejestrowym</w:t>
      </w:r>
      <w:r w:rsidRPr="0031116D">
        <w:rPr>
          <w:rFonts w:asciiTheme="minorHAnsi" w:hAnsiTheme="minorHAnsi" w:cstheme="minorHAnsi"/>
          <w:color w:val="000000" w:themeColor="text1"/>
        </w:rPr>
        <w:t>: ......................................................................................…………………………………………………………….</w:t>
      </w:r>
    </w:p>
    <w:p w14:paraId="11E46BCA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31116D">
        <w:rPr>
          <w:rFonts w:asciiTheme="minorHAnsi" w:hAnsiTheme="minorHAnsi" w:cstheme="minorHAnsi"/>
          <w:color w:val="000000" w:themeColor="text1"/>
        </w:rPr>
        <w:t xml:space="preserve">zgodnie z załączonym pełnomocnictwem, w niniejszym postępowaniu </w:t>
      </w:r>
      <w:r w:rsidRPr="0031116D">
        <w:rPr>
          <w:rFonts w:asciiTheme="minorHAnsi" w:hAnsiTheme="minorHAnsi" w:cstheme="minorHAnsi"/>
          <w:color w:val="000000" w:themeColor="text1"/>
          <w:u w:val="single"/>
        </w:rPr>
        <w:t>Wykonawcę reprezentuje</w:t>
      </w:r>
      <w:r w:rsidRPr="0031116D">
        <w:rPr>
          <w:rFonts w:asciiTheme="minorHAnsi" w:hAnsiTheme="minorHAnsi" w:cstheme="minorHAnsi"/>
          <w:color w:val="000000" w:themeColor="text1"/>
        </w:rPr>
        <w:t>: ………………………………………………………………………………………………………………………………………………</w:t>
      </w:r>
    </w:p>
    <w:p w14:paraId="0307D624" w14:textId="77777777" w:rsidR="00405EDD" w:rsidRPr="0031116D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31116D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5EAEC791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14:paraId="722AF11F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Rodzaj 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Wykonawcy/Wykonawców: </w:t>
      </w:r>
    </w:p>
    <w:p w14:paraId="7471353C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mikroprzedsiębiorstwo</w:t>
      </w:r>
    </w:p>
    <w:p w14:paraId="36142C1E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małe przedsiębiorstwo</w:t>
      </w:r>
    </w:p>
    <w:p w14:paraId="3EED5556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średnie przedsiębiorstwo</w:t>
      </w:r>
    </w:p>
    <w:p w14:paraId="31EFA74C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jednoosobowa działalność gospodarcza</w:t>
      </w:r>
    </w:p>
    <w:p w14:paraId="51F1ED65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osoba fizyczna nieprowadząca działalności gospodarczej</w:t>
      </w:r>
    </w:p>
    <w:p w14:paraId="492D0CEA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inny rodzaj; ……………………………………</w:t>
      </w:r>
    </w:p>
    <w:p w14:paraId="605542F3" w14:textId="6042A5B9" w:rsidR="00405EDD" w:rsidRPr="0031116D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31116D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niepotrzebne, 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 przypadku Wykonawców wspólnie ubiegających się o zamówienie wypełnić dla każdego </w:t>
      </w:r>
      <w:r w:rsidR="00725622">
        <w:rPr>
          <w:rFonts w:asciiTheme="minorHAnsi" w:hAnsiTheme="minorHAnsi" w:cstheme="minorHAnsi"/>
          <w:color w:val="000000" w:themeColor="text1"/>
          <w:sz w:val="18"/>
          <w:szCs w:val="18"/>
        </w:rPr>
        <w:br/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podaniem jego nazwy) </w:t>
      </w:r>
    </w:p>
    <w:p w14:paraId="41F64B3B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0"/>
        <w:rPr>
          <w:rFonts w:asciiTheme="minorHAnsi" w:hAnsiTheme="minorHAnsi" w:cstheme="minorHAnsi"/>
          <w:color w:val="000000" w:themeColor="text1"/>
        </w:rPr>
      </w:pPr>
    </w:p>
    <w:p w14:paraId="20B0DFF1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 xml:space="preserve">Zarejestrowany adres siedziby Wykonawcy / adresy siedzib Wykonawców 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 w:rsidRPr="0031116D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wypełnić dla każdego, </w:t>
      </w:r>
      <w:r w:rsidRPr="0031116D">
        <w:rPr>
          <w:rFonts w:asciiTheme="minorHAnsi" w:hAnsiTheme="minorHAnsi" w:cstheme="minorHAnsi"/>
          <w:b/>
          <w:i/>
          <w:color w:val="000000" w:themeColor="text1"/>
          <w:sz w:val="18"/>
          <w:szCs w:val="18"/>
        </w:rPr>
        <w:t>odpowiednio kopiując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): </w:t>
      </w:r>
    </w:p>
    <w:p w14:paraId="3C8BDB4C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>ul. ……………………………………………………………………….......................……..…………… nr ………………….…</w:t>
      </w:r>
    </w:p>
    <w:p w14:paraId="5C68B5AB" w14:textId="77777777" w:rsidR="00405EDD" w:rsidRPr="0031116D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>kod pocztowy ……...…… miejscowość …………………….……… województwo ..........................................</w:t>
      </w:r>
    </w:p>
    <w:p w14:paraId="380E50C4" w14:textId="77777777" w:rsidR="00405EDD" w:rsidRPr="0031116D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  <w:lang w:val="en-US"/>
        </w:rPr>
      </w:pPr>
      <w:r w:rsidRPr="0031116D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31116D">
        <w:rPr>
          <w:rFonts w:asciiTheme="minorHAnsi" w:hAnsiTheme="minorHAnsi" w:cstheme="minorHAnsi"/>
          <w:color w:val="000000" w:themeColor="text1"/>
          <w:lang w:val="en-US"/>
        </w:rPr>
        <w:t xml:space="preserve">NIP/PESEL …………..…………….      REGON …………………….….   </w:t>
      </w:r>
      <w:r w:rsidRPr="0031116D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31116D">
        <w:rPr>
          <w:rFonts w:asciiTheme="minorHAnsi" w:hAnsiTheme="minorHAnsi" w:cstheme="minorHAnsi"/>
          <w:color w:val="000000" w:themeColor="text1"/>
          <w:lang w:val="en-US"/>
        </w:rPr>
        <w:t>nr KRS/</w:t>
      </w:r>
      <w:proofErr w:type="spellStart"/>
      <w:r w:rsidRPr="0031116D">
        <w:rPr>
          <w:rFonts w:asciiTheme="minorHAnsi" w:hAnsiTheme="minorHAnsi" w:cstheme="minorHAnsi"/>
          <w:color w:val="000000" w:themeColor="text1"/>
          <w:lang w:val="en-US"/>
        </w:rPr>
        <w:t>CEiDG</w:t>
      </w:r>
      <w:proofErr w:type="spellEnd"/>
      <w:r w:rsidRPr="0031116D">
        <w:rPr>
          <w:rFonts w:asciiTheme="minorHAnsi" w:hAnsiTheme="minorHAnsi" w:cstheme="minorHAnsi"/>
          <w:color w:val="000000" w:themeColor="text1"/>
          <w:lang w:val="en-US"/>
        </w:rPr>
        <w:t xml:space="preserve"> ...............................</w:t>
      </w:r>
    </w:p>
    <w:p w14:paraId="183D3B68" w14:textId="77777777" w:rsidR="00405EDD" w:rsidRPr="0031116D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31116D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001CD436" w14:textId="77777777" w:rsidR="00405EDD" w:rsidRPr="00D45504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/>
        <w:rPr>
          <w:rFonts w:asciiTheme="minorHAnsi" w:hAnsiTheme="minorHAnsi" w:cstheme="minorHAnsi"/>
          <w:bCs/>
          <w:color w:val="FF0000"/>
          <w:u w:val="single"/>
        </w:rPr>
      </w:pPr>
    </w:p>
    <w:p w14:paraId="6D05BD68" w14:textId="77777777" w:rsidR="00405EDD" w:rsidRPr="0031116D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31116D">
        <w:rPr>
          <w:rFonts w:asciiTheme="minorHAnsi" w:hAnsiTheme="minorHAnsi" w:cstheme="minorHAnsi"/>
          <w:bCs/>
          <w:color w:val="000000" w:themeColor="text1"/>
          <w:u w:val="single"/>
        </w:rPr>
        <w:t xml:space="preserve">Dane do korespondencji </w:t>
      </w:r>
      <w:proofErr w:type="spellStart"/>
      <w:r w:rsidRPr="0031116D">
        <w:rPr>
          <w:rFonts w:asciiTheme="minorHAnsi" w:hAnsiTheme="minorHAnsi" w:cstheme="minorHAnsi"/>
          <w:bCs/>
          <w:color w:val="000000" w:themeColor="text1"/>
          <w:u w:val="single"/>
        </w:rPr>
        <w:t>ws</w:t>
      </w:r>
      <w:proofErr w:type="spellEnd"/>
      <w:r w:rsidRPr="0031116D">
        <w:rPr>
          <w:rFonts w:asciiTheme="minorHAnsi" w:hAnsiTheme="minorHAnsi" w:cstheme="minorHAnsi"/>
          <w:bCs/>
          <w:color w:val="000000" w:themeColor="text1"/>
          <w:u w:val="single"/>
        </w:rPr>
        <w:t>. zamówienia publicznego:</w:t>
      </w:r>
    </w:p>
    <w:p w14:paraId="10403BEB" w14:textId="77777777" w:rsidR="00405EDD" w:rsidRPr="0031116D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color w:val="000000" w:themeColor="text1"/>
        </w:rPr>
        <w:t>e-mail …................…………………………..……. , telefon: ……………………….….,</w:t>
      </w:r>
    </w:p>
    <w:p w14:paraId="0B474EE9" w14:textId="77777777" w:rsidR="00405EDD" w:rsidRPr="0031116D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31116D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31116D">
        <w:rPr>
          <w:rFonts w:asciiTheme="minorHAnsi" w:hAnsiTheme="minorHAnsi" w:cstheme="minorHAnsi"/>
          <w:color w:val="000000" w:themeColor="text1"/>
        </w:rPr>
        <w:t>inne informacje, np. inny adres do korespondencji pisemnej ....…………………………………………………......................................................................................…</w:t>
      </w:r>
    </w:p>
    <w:p w14:paraId="49AAFE63" w14:textId="2FAF2E0B" w:rsidR="00405EDD" w:rsidRPr="0031116D" w:rsidRDefault="00405EDD" w:rsidP="00405EDD">
      <w:pPr>
        <w:pStyle w:val="normaltableau"/>
        <w:spacing w:before="0" w:after="0" w:line="360" w:lineRule="auto"/>
        <w:ind w:left="567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 w:eastAsia="en-US"/>
        </w:rPr>
      </w:pPr>
      <w:r w:rsidRPr="0031116D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 w:eastAsia="en-US"/>
        </w:rPr>
        <w:t>w przypadku oferty wspólnej należy podać dane dotyczące Pełnomocnika Wykonawcy</w:t>
      </w:r>
    </w:p>
    <w:p w14:paraId="3FEDE937" w14:textId="77777777" w:rsidR="00405EDD" w:rsidRPr="0031116D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31116D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31116D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31116D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31116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5468C19E" w14:textId="4330070C" w:rsidR="00A03DA6" w:rsidRPr="00D45504" w:rsidRDefault="00A03DA6" w:rsidP="00A16AB5">
      <w:pPr>
        <w:tabs>
          <w:tab w:val="left" w:pos="0"/>
        </w:tabs>
        <w:spacing w:line="36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78B2BCA8" w14:textId="26B8C64D" w:rsidR="00617755" w:rsidRDefault="00C62F1F" w:rsidP="00405EDD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odpowiedzi na ogłoszenie pn.: </w:t>
      </w:r>
      <w:r w:rsidR="00250CCB">
        <w:rPr>
          <w:rFonts w:ascii="Calibri" w:hAnsi="Calibri" w:cs="Calibri"/>
          <w:b/>
          <w:color w:val="000000" w:themeColor="text1"/>
          <w:sz w:val="20"/>
          <w:szCs w:val="20"/>
          <w:lang w:val="pl"/>
        </w:rPr>
        <w:t>Prace programistyczne</w:t>
      </w:r>
      <w:r w:rsidR="00617755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617755" w:rsidRPr="0072562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617755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znak sprawy: </w:t>
      </w:r>
      <w:r w:rsid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AG.</w:t>
      </w:r>
      <w:r w:rsidR="005476F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650CB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26.1</w:t>
      </w:r>
      <w:r w:rsid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</w:t>
      </w:r>
      <w:r w:rsidR="00650CB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</w:t>
      </w:r>
      <w:r w:rsidR="00617755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>, składam niniejszą ofertę</w:t>
      </w:r>
      <w:r w:rsidR="00A80C86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="00617755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58F98B44" w14:textId="77777777" w:rsidR="00650CBB" w:rsidRDefault="00650CBB" w:rsidP="00405EDD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9591A04" w14:textId="77777777" w:rsidR="00650CBB" w:rsidRDefault="00650CBB" w:rsidP="00405EDD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F91EF7" w14:textId="77777777" w:rsidR="00650CBB" w:rsidRPr="00725622" w:rsidRDefault="00650CBB" w:rsidP="00405EDD">
      <w:pPr>
        <w:suppressAutoHyphens/>
        <w:spacing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  <w:lang w:val="pl"/>
        </w:rPr>
      </w:pPr>
    </w:p>
    <w:p w14:paraId="577658C1" w14:textId="05063009" w:rsidR="00617755" w:rsidRPr="00D45504" w:rsidRDefault="00D30CD4" w:rsidP="00C62F1F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D45504">
        <w:rPr>
          <w:rFonts w:asciiTheme="minorHAnsi" w:hAnsiTheme="minorHAnsi" w:cstheme="minorHAnsi"/>
          <w:b/>
          <w:color w:val="FF0000"/>
          <w:sz w:val="18"/>
          <w:szCs w:val="18"/>
        </w:rPr>
        <w:tab/>
      </w:r>
    </w:p>
    <w:p w14:paraId="7237CAB0" w14:textId="27D28022" w:rsidR="00617755" w:rsidRPr="00250CCB" w:rsidRDefault="00617755" w:rsidP="002F2D5B">
      <w:pPr>
        <w:pStyle w:val="Tekstpodstawowy"/>
        <w:numPr>
          <w:ilvl w:val="0"/>
          <w:numId w:val="1"/>
        </w:numPr>
        <w:tabs>
          <w:tab w:val="right" w:leader="dot" w:pos="6840"/>
        </w:tabs>
        <w:spacing w:after="0" w:line="360" w:lineRule="auto"/>
        <w:ind w:left="142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2562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lastRenderedPageBreak/>
        <w:t>Cena oferty:</w:t>
      </w:r>
    </w:p>
    <w:p w14:paraId="518A62D4" w14:textId="086538AC" w:rsidR="00250CCB" w:rsidRDefault="00250CCB" w:rsidP="00650CBB">
      <w:pPr>
        <w:pStyle w:val="Standard"/>
        <w:tabs>
          <w:tab w:val="left" w:pos="80"/>
          <w:tab w:val="left" w:pos="440"/>
        </w:tabs>
        <w:ind w:left="40"/>
        <w:jc w:val="center"/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</w:pPr>
      <w:r w:rsidRPr="00250CCB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Dotyczy przedmiotu zamówienia:</w:t>
      </w:r>
      <w:r w:rsidR="005476FE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 </w:t>
      </w:r>
      <w:r w:rsidR="00BD2E2F">
        <w:rPr>
          <w:b/>
          <w:color w:val="222222"/>
          <w:shd w:val="clear" w:color="auto" w:fill="FFFFFF"/>
        </w:rPr>
        <w:t xml:space="preserve"> </w:t>
      </w:r>
      <w:r w:rsidR="00650CBB" w:rsidRPr="00650CBB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Dostawa</w:t>
      </w:r>
      <w:r w:rsidR="00650CBB" w:rsidRPr="00650CBB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="00650CBB" w:rsidRPr="00650CBB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 xml:space="preserve">komputerów przenośnych z systemami operacyjnymi i peryferiami, podzespołów serwerowych oraz wyposażenia </w:t>
      </w:r>
      <w:proofErr w:type="spellStart"/>
      <w:r w:rsidR="00650CBB" w:rsidRPr="00650CBB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podkastowni</w:t>
      </w:r>
      <w:proofErr w:type="spellEnd"/>
      <w:r w:rsidR="00650CBB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.</w:t>
      </w:r>
    </w:p>
    <w:p w14:paraId="4596F733" w14:textId="77777777" w:rsidR="00650CBB" w:rsidRPr="00650CBB" w:rsidRDefault="00650CBB" w:rsidP="00650CBB">
      <w:pPr>
        <w:pStyle w:val="Standard"/>
        <w:tabs>
          <w:tab w:val="left" w:pos="80"/>
          <w:tab w:val="left" w:pos="440"/>
        </w:tabs>
        <w:ind w:left="40"/>
        <w:jc w:val="center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</w:p>
    <w:p w14:paraId="6167B553" w14:textId="7B6E1807" w:rsidR="00617755" w:rsidRPr="00725622" w:rsidRDefault="00617755" w:rsidP="002F2D5B">
      <w:pPr>
        <w:pStyle w:val="Tekstpodstawowy"/>
        <w:tabs>
          <w:tab w:val="right" w:leader="dot" w:pos="6840"/>
        </w:tabs>
        <w:spacing w:after="0"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>bez podatku VAT: ………………………………</w:t>
      </w:r>
      <w:r w:rsidR="002F6497"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PLN</w:t>
      </w:r>
    </w:p>
    <w:p w14:paraId="62A426DD" w14:textId="6D97A979" w:rsidR="00617755" w:rsidRPr="00725622" w:rsidRDefault="00617755" w:rsidP="002F2D5B">
      <w:pPr>
        <w:tabs>
          <w:tab w:val="num" w:pos="360"/>
          <w:tab w:val="right" w:leader="dot" w:pos="684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25622">
        <w:rPr>
          <w:rFonts w:asciiTheme="minorHAnsi" w:hAnsiTheme="minorHAnsi" w:cstheme="minorHAnsi"/>
          <w:color w:val="000000" w:themeColor="text1"/>
          <w:sz w:val="20"/>
          <w:szCs w:val="20"/>
        </w:rPr>
        <w:t>stawka podatku VAT: …………………………</w:t>
      </w:r>
    </w:p>
    <w:p w14:paraId="4E73D3D6" w14:textId="17CE061F" w:rsidR="00617755" w:rsidRPr="00CD31AC" w:rsidRDefault="00617755" w:rsidP="002F2D5B">
      <w:pPr>
        <w:pStyle w:val="Tekstpodstawowy"/>
        <w:tabs>
          <w:tab w:val="right" w:leader="dot" w:pos="6840"/>
        </w:tabs>
        <w:spacing w:after="0"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>cena oferty z podatkiem VAT: ……………….………….……</w:t>
      </w:r>
      <w:r w:rsidR="002F6497"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PLN</w:t>
      </w:r>
    </w:p>
    <w:p w14:paraId="6C301D7B" w14:textId="77777777" w:rsidR="00250CCB" w:rsidRPr="00D45504" w:rsidRDefault="00250CCB" w:rsidP="002F2D5B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282A1F6" w14:textId="1D6B6E30" w:rsidR="009811DA" w:rsidRDefault="009811DA" w:rsidP="002F2D5B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Oferuję realizację zamówienia:</w:t>
      </w:r>
      <w:r>
        <w:rPr>
          <w:rStyle w:val="Odwoanieprzypisudolnego"/>
          <w:rFonts w:asciiTheme="minorHAnsi" w:hAnsiTheme="minorHAnsi" w:cstheme="minorHAnsi"/>
          <w:color w:val="000000" w:themeColor="text1"/>
          <w:sz w:val="20"/>
          <w:szCs w:val="20"/>
        </w:rPr>
        <w:footnoteReference w:id="1"/>
      </w:r>
    </w:p>
    <w:p w14:paraId="3D6EF55D" w14:textId="44714CD4" w:rsidR="00250CCB" w:rsidRPr="00D0454B" w:rsidRDefault="00250CCB" w:rsidP="00250CCB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D0454B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Dotyczy przedmiotu zamówienia:</w:t>
      </w:r>
    </w:p>
    <w:p w14:paraId="5679AAEE" w14:textId="57DC3B0F" w:rsidR="009811DA" w:rsidRPr="00D0454B" w:rsidRDefault="009811DA" w:rsidP="009811D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 </w:t>
      </w:r>
      <w:r w:rsidR="006F2B5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terminie </w:t>
      </w:r>
      <w:r w:rsidR="0004160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</w:t>
      </w: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miesięcy od dnia zawarcia umowy;</w:t>
      </w:r>
    </w:p>
    <w:p w14:paraId="5AFF365F" w14:textId="5DF1FC47" w:rsidR="009811DA" w:rsidRPr="00D0454B" w:rsidRDefault="009811DA" w:rsidP="009811D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 </w:t>
      </w:r>
      <w:r w:rsidR="006F2B5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terminie </w:t>
      </w:r>
      <w:r w:rsidR="0004160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__ </w:t>
      </w: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miesięcy od dnia zawarcie umowy;</w:t>
      </w:r>
    </w:p>
    <w:p w14:paraId="0D25B9E7" w14:textId="1C553A81" w:rsidR="009811DA" w:rsidRPr="00D0454B" w:rsidRDefault="009811DA" w:rsidP="009811D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 </w:t>
      </w:r>
      <w:r w:rsidR="006F2B5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terminie </w:t>
      </w:r>
      <w:r w:rsidR="0004160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</w:t>
      </w: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463DE5"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miesięc</w:t>
      </w:r>
      <w:r w:rsidR="00463DE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</w:t>
      </w:r>
      <w:r w:rsidRPr="00D045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od dnia zawarcia umowy.</w:t>
      </w:r>
    </w:p>
    <w:p w14:paraId="048F3C1A" w14:textId="77777777" w:rsidR="006F2B55" w:rsidRPr="00D0454B" w:rsidRDefault="006F2B55" w:rsidP="006F2B55">
      <w:pPr>
        <w:pStyle w:val="Akapitzlist"/>
        <w:spacing w:line="360" w:lineRule="auto"/>
        <w:ind w:left="1056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934C477" w14:textId="7E6136DC" w:rsidR="00950899" w:rsidRPr="00CD31AC" w:rsidRDefault="00950899" w:rsidP="002F2D5B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2432A493" w14:textId="21459F15" w:rsidR="00950899" w:rsidRPr="00CD31AC" w:rsidRDefault="00950899" w:rsidP="002F2D5B">
      <w:pPr>
        <w:tabs>
          <w:tab w:val="left" w:pos="426"/>
        </w:tabs>
        <w:spacing w:line="360" w:lineRule="auto"/>
        <w:ind w:left="50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CD31A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CD31AC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usunąć</w:t>
      </w:r>
      <w:r w:rsidRPr="00CD31AC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treść oświadczenia</w:t>
      </w: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>, gdy Wykonawca nie przekazuje danych osobowych innych niż bezpośrednio jego dotyczących lub zachodzi wyłączenie stosowania obowiązku informacyjnego, stosownie do art. 13 ust. 4 lub art. 14 ust. 5 RODO treści oświadczenia wykonawca nie składa.)</w:t>
      </w:r>
    </w:p>
    <w:p w14:paraId="32829595" w14:textId="43E1E9A5" w:rsidR="00950899" w:rsidRPr="00CD31AC" w:rsidRDefault="00950899" w:rsidP="00950899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zapoznaliśmy się z warunkami zawartymi w specyfikacji warunków zamówienia (SWZ), oraz uzyskaliśmy niezbędne informacje do przygotowania Oferty i przyjmujemy je bez zastrzeżeń.</w:t>
      </w:r>
    </w:p>
    <w:p w14:paraId="5D954311" w14:textId="40F89E13" w:rsidR="00950899" w:rsidRPr="00CD31AC" w:rsidRDefault="00950899" w:rsidP="00950899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zapoznaliśmy się z postanowieniami umowy, określonymi w SWZ i zobowiązujemy się </w:t>
      </w:r>
      <w:r w:rsidR="00CD31AC"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>w przypadku wyboru naszej Oferty, do zawarcia umowy zgodnej z SWZ i niniejszą ofertą.</w:t>
      </w:r>
    </w:p>
    <w:p w14:paraId="045EFF5C" w14:textId="77777777" w:rsidR="00B716E4" w:rsidRPr="00CD31AC" w:rsidRDefault="00C4180D" w:rsidP="00B716E4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oferta nie zawiera informacji stanowiących tajemnicę przedsiębiorstwa w rozumieniu przepisów o zwalczaniu nieuczciwej konkurencji.</w:t>
      </w:r>
    </w:p>
    <w:p w14:paraId="573C2A2F" w14:textId="4AED1582" w:rsidR="00950899" w:rsidRPr="00CD31AC" w:rsidRDefault="00C4180D" w:rsidP="00B716E4">
      <w:pPr>
        <w:pStyle w:val="Akapitzlist"/>
        <w:tabs>
          <w:tab w:val="left" w:pos="284"/>
        </w:tabs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oferta zawiera informacje stanowiące tajemnicę przedsiębiorstwa </w:t>
      </w:r>
      <w:r w:rsidRPr="00CD31AC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rozumieniu przepisów o zwalczaniu nieuczciwej konkurencji. Informacje takie zawarte są w następujących dokumentach * : ..……………………………………………………..</w:t>
      </w:r>
    </w:p>
    <w:p w14:paraId="0462C7EA" w14:textId="4C0C3D89" w:rsidR="00950899" w:rsidRPr="00CD31AC" w:rsidRDefault="00950899" w:rsidP="00900A49">
      <w:pPr>
        <w:pStyle w:val="Akapitzlist"/>
        <w:numPr>
          <w:ilvl w:val="0"/>
          <w:numId w:val="2"/>
        </w:numPr>
        <w:spacing w:after="60" w:line="360" w:lineRule="auto"/>
        <w:ind w:left="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  <w:lang w:eastAsia="en-US"/>
        </w:rPr>
        <w:t>Jesteśmy związani niniejszą o</w:t>
      </w:r>
      <w:r w:rsidR="009F3637" w:rsidRPr="00CD31AC">
        <w:rPr>
          <w:rFonts w:asciiTheme="minorHAnsi" w:hAnsiTheme="minorHAnsi" w:cstheme="minorHAnsi"/>
          <w:color w:val="000000" w:themeColor="text1"/>
          <w:sz w:val="20"/>
          <w:szCs w:val="20"/>
          <w:lang w:eastAsia="en-US"/>
        </w:rPr>
        <w:t xml:space="preserve">fertą </w:t>
      </w:r>
      <w:r w:rsidR="00CD31AC" w:rsidRPr="00CD31AC">
        <w:rPr>
          <w:rFonts w:asciiTheme="minorHAnsi" w:hAnsiTheme="minorHAnsi" w:cstheme="minorHAnsi"/>
          <w:color w:val="000000" w:themeColor="text1"/>
          <w:sz w:val="20"/>
          <w:szCs w:val="20"/>
          <w:lang w:eastAsia="en-US"/>
        </w:rPr>
        <w:t xml:space="preserve">do dnia określonego w SWZ. </w:t>
      </w:r>
    </w:p>
    <w:p w14:paraId="00C70C31" w14:textId="53F6BB3A" w:rsidR="009C686F" w:rsidRPr="00650CBB" w:rsidRDefault="00174F5F" w:rsidP="00650CBB">
      <w:pPr>
        <w:spacing w:after="60" w:line="360" w:lineRule="auto"/>
        <w:ind w:left="426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CD31AC">
        <w:rPr>
          <w:rFonts w:asciiTheme="minorHAnsi" w:hAnsiTheme="minorHAnsi" w:cstheme="minorHAnsi"/>
          <w:color w:val="000000" w:themeColor="text1"/>
          <w:sz w:val="18"/>
          <w:szCs w:val="18"/>
        </w:rPr>
        <w:t>*niepotrzebne skreślić</w:t>
      </w:r>
    </w:p>
    <w:p w14:paraId="711CE9D5" w14:textId="77777777" w:rsidR="009C686F" w:rsidRPr="00CD31AC" w:rsidRDefault="009C686F" w:rsidP="00A10A3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495DFF" w14:textId="6F2B7463" w:rsidR="00A10A30" w:rsidRPr="00CD31AC" w:rsidRDefault="00A10A30" w:rsidP="00A10A3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D31AC">
        <w:rPr>
          <w:rFonts w:ascii="Arial" w:hAnsi="Arial" w:cs="Arial"/>
          <w:color w:val="000000" w:themeColor="text1"/>
          <w:sz w:val="20"/>
          <w:szCs w:val="20"/>
        </w:rPr>
        <w:t>…………….……………………………</w:t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D31AC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CD31AC">
        <w:rPr>
          <w:rFonts w:ascii="Arial" w:hAnsi="Arial" w:cs="Arial"/>
          <w:color w:val="000000" w:themeColor="text1"/>
          <w:sz w:val="20"/>
          <w:szCs w:val="20"/>
        </w:rPr>
        <w:t>dnia ………….……. r.  …………………………………………</w:t>
      </w:r>
    </w:p>
    <w:p w14:paraId="78A80275" w14:textId="77777777" w:rsidR="00A10A30" w:rsidRPr="00CD31AC" w:rsidRDefault="00A10A30" w:rsidP="00A10A30">
      <w:pPr>
        <w:ind w:left="708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>(miejscowość)</w:t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</w:r>
      <w:r w:rsidRPr="00CD31AC"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(podpis)</w:t>
      </w:r>
    </w:p>
    <w:p w14:paraId="68D748BE" w14:textId="77777777" w:rsidR="006222D7" w:rsidRPr="00CD31AC" w:rsidRDefault="006222D7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37C11A76" w14:textId="77777777" w:rsidR="00C93A73" w:rsidRDefault="00C93A73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3CD754D3" w14:textId="0A53466B" w:rsidR="003B155A" w:rsidRPr="00CD31AC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Do oferty załączam dokumenty: </w:t>
      </w:r>
    </w:p>
    <w:p w14:paraId="02A44D1C" w14:textId="05B70156" w:rsidR="00573824" w:rsidRPr="00CD31AC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1…………</w:t>
      </w:r>
    </w:p>
    <w:p w14:paraId="4B74D963" w14:textId="4E8704DD" w:rsidR="00573824" w:rsidRPr="00650CBB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CD31AC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2…………</w:t>
      </w:r>
    </w:p>
    <w:sectPr w:rsidR="00573824" w:rsidRPr="00650CBB" w:rsidSect="00A03DA6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 w:code="9"/>
      <w:pgMar w:top="567" w:right="141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FF36" w14:textId="77777777" w:rsidR="005B503F" w:rsidRDefault="005B503F" w:rsidP="00966E5F">
      <w:pPr>
        <w:pStyle w:val="Stopka"/>
      </w:pPr>
      <w:r>
        <w:separator/>
      </w:r>
    </w:p>
  </w:endnote>
  <w:endnote w:type="continuationSeparator" w:id="0">
    <w:p w14:paraId="6BF6E22B" w14:textId="77777777" w:rsidR="005B503F" w:rsidRDefault="005B503F" w:rsidP="00966E5F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6C45" w14:textId="62A87A4D" w:rsidR="008A1C56" w:rsidRDefault="00C56B6F" w:rsidP="006D11A8">
    <w:pPr>
      <w:pStyle w:val="Stopka"/>
      <w:ind w:right="360"/>
    </w:pPr>
    <w:r>
      <w:rPr>
        <w:noProof/>
      </w:rPr>
      <w:drawing>
        <wp:inline distT="0" distB="0" distL="0" distR="0" wp14:anchorId="7468C6F8" wp14:editId="49215EC5">
          <wp:extent cx="5759450" cy="7918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2F14" w14:textId="22B7913F" w:rsidR="00C56B6F" w:rsidRDefault="00C56B6F">
    <w:pPr>
      <w:pStyle w:val="Stopka"/>
    </w:pPr>
    <w:r>
      <w:rPr>
        <w:noProof/>
      </w:rPr>
      <w:drawing>
        <wp:inline distT="0" distB="0" distL="0" distR="0" wp14:anchorId="774BEAE9" wp14:editId="5B1BF157">
          <wp:extent cx="575945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6ED5" w14:textId="77777777" w:rsidR="005B503F" w:rsidRDefault="005B503F" w:rsidP="00966E5F">
      <w:pPr>
        <w:pStyle w:val="Stopka"/>
      </w:pPr>
      <w:r>
        <w:separator/>
      </w:r>
    </w:p>
  </w:footnote>
  <w:footnote w:type="continuationSeparator" w:id="0">
    <w:p w14:paraId="4ACED214" w14:textId="77777777" w:rsidR="005B503F" w:rsidRDefault="005B503F" w:rsidP="00966E5F">
      <w:pPr>
        <w:pStyle w:val="Stopka"/>
      </w:pPr>
      <w:r>
        <w:continuationSeparator/>
      </w:r>
    </w:p>
  </w:footnote>
  <w:footnote w:id="1">
    <w:p w14:paraId="7A4529B5" w14:textId="7F3BD7CE" w:rsidR="009811DA" w:rsidRDefault="009811DA">
      <w:pPr>
        <w:pStyle w:val="Tekstprzypisudolnego"/>
      </w:pPr>
      <w:r>
        <w:rPr>
          <w:rStyle w:val="Odwoanieprzypisudolnego"/>
        </w:rPr>
        <w:footnoteRef/>
      </w:r>
      <w:r>
        <w:t xml:space="preserve"> Zaznaczyć odpowiednie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91CD9" w14:textId="58580C7A" w:rsidR="00A80C86" w:rsidRPr="0031116D" w:rsidRDefault="00A80C86">
    <w:pPr>
      <w:pStyle w:val="Nagwek"/>
      <w:rPr>
        <w:color w:val="000000" w:themeColor="text1"/>
      </w:rPr>
    </w:pPr>
    <w:r w:rsidRPr="0031116D">
      <w:rPr>
        <w:color w:val="000000" w:themeColor="text1"/>
      </w:rPr>
      <w:ptab w:relativeTo="margin" w:alignment="center" w:leader="none"/>
    </w:r>
    <w:r w:rsidRPr="0031116D">
      <w:rPr>
        <w:color w:val="000000" w:themeColor="text1"/>
      </w:rPr>
      <w:ptab w:relativeTo="margin" w:alignment="right" w:leader="none"/>
    </w:r>
    <w:r w:rsidRPr="0031116D">
      <w:rPr>
        <w:rFonts w:asciiTheme="minorHAnsi" w:hAnsiTheme="minorHAnsi" w:cstheme="minorHAnsi"/>
        <w:i/>
        <w:color w:val="000000" w:themeColor="text1"/>
        <w:sz w:val="20"/>
        <w:szCs w:val="20"/>
      </w:rPr>
      <w:t xml:space="preserve">Załącznik nr 1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48A3"/>
    <w:multiLevelType w:val="hybridMultilevel"/>
    <w:tmpl w:val="138A1A2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3F1995"/>
    <w:multiLevelType w:val="hybridMultilevel"/>
    <w:tmpl w:val="F1C22EFA"/>
    <w:lvl w:ilvl="0" w:tplc="746E11EA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D0547"/>
    <w:multiLevelType w:val="hybridMultilevel"/>
    <w:tmpl w:val="12C0985E"/>
    <w:name w:val="WW8Num6924"/>
    <w:lvl w:ilvl="0" w:tplc="C9AA31C2">
      <w:start w:val="2"/>
      <w:numFmt w:val="decimal"/>
      <w:lvlText w:val="%1."/>
      <w:lvlJc w:val="left"/>
      <w:pPr>
        <w:tabs>
          <w:tab w:val="num" w:pos="1791"/>
        </w:tabs>
        <w:ind w:left="1071" w:hanging="357"/>
      </w:pPr>
      <w:rPr>
        <w:rFonts w:cs="Times New Roman" w:hint="default"/>
      </w:rPr>
    </w:lvl>
    <w:lvl w:ilvl="1" w:tplc="382202B6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3" w15:restartNumberingAfterBreak="0">
    <w:nsid w:val="3C8331E1"/>
    <w:multiLevelType w:val="hybridMultilevel"/>
    <w:tmpl w:val="122EC18C"/>
    <w:lvl w:ilvl="0" w:tplc="DDDCCEA4">
      <w:start w:val="1"/>
      <w:numFmt w:val="bullet"/>
      <w:lvlText w:val="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2032416704">
    <w:abstractNumId w:val="0"/>
  </w:num>
  <w:num w:numId="2" w16cid:durableId="65804773">
    <w:abstractNumId w:val="1"/>
  </w:num>
  <w:num w:numId="3" w16cid:durableId="155327376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6D7"/>
    <w:rsid w:val="0000599B"/>
    <w:rsid w:val="00022499"/>
    <w:rsid w:val="00023049"/>
    <w:rsid w:val="000278F9"/>
    <w:rsid w:val="000340BF"/>
    <w:rsid w:val="00041608"/>
    <w:rsid w:val="000424EB"/>
    <w:rsid w:val="00042FFB"/>
    <w:rsid w:val="00045C06"/>
    <w:rsid w:val="0005022D"/>
    <w:rsid w:val="00050A00"/>
    <w:rsid w:val="00054934"/>
    <w:rsid w:val="00061507"/>
    <w:rsid w:val="00062FEF"/>
    <w:rsid w:val="00063B81"/>
    <w:rsid w:val="00066A95"/>
    <w:rsid w:val="000725E7"/>
    <w:rsid w:val="0007791E"/>
    <w:rsid w:val="000802ED"/>
    <w:rsid w:val="00087ED2"/>
    <w:rsid w:val="00097787"/>
    <w:rsid w:val="000A20CC"/>
    <w:rsid w:val="000A4515"/>
    <w:rsid w:val="000A50C8"/>
    <w:rsid w:val="000A6545"/>
    <w:rsid w:val="000A6B6D"/>
    <w:rsid w:val="000B0C75"/>
    <w:rsid w:val="000B2AAD"/>
    <w:rsid w:val="000B2B28"/>
    <w:rsid w:val="000B5425"/>
    <w:rsid w:val="000B5DE5"/>
    <w:rsid w:val="000B6993"/>
    <w:rsid w:val="000D1284"/>
    <w:rsid w:val="000D4446"/>
    <w:rsid w:val="000E33BF"/>
    <w:rsid w:val="000E50F7"/>
    <w:rsid w:val="000E722A"/>
    <w:rsid w:val="000F05E6"/>
    <w:rsid w:val="000F3CED"/>
    <w:rsid w:val="0010176D"/>
    <w:rsid w:val="00101ACE"/>
    <w:rsid w:val="001025FB"/>
    <w:rsid w:val="00104A50"/>
    <w:rsid w:val="00104B05"/>
    <w:rsid w:val="001051E7"/>
    <w:rsid w:val="0010556D"/>
    <w:rsid w:val="00106F43"/>
    <w:rsid w:val="0010741C"/>
    <w:rsid w:val="00114426"/>
    <w:rsid w:val="001158AB"/>
    <w:rsid w:val="00116121"/>
    <w:rsid w:val="00116D2E"/>
    <w:rsid w:val="0012298E"/>
    <w:rsid w:val="001234D2"/>
    <w:rsid w:val="00123BF2"/>
    <w:rsid w:val="00123E74"/>
    <w:rsid w:val="001300AB"/>
    <w:rsid w:val="0013297E"/>
    <w:rsid w:val="00134A23"/>
    <w:rsid w:val="001371F5"/>
    <w:rsid w:val="00142142"/>
    <w:rsid w:val="00142ABF"/>
    <w:rsid w:val="0014470B"/>
    <w:rsid w:val="00152C53"/>
    <w:rsid w:val="0015338F"/>
    <w:rsid w:val="00160561"/>
    <w:rsid w:val="001636D7"/>
    <w:rsid w:val="00163F5D"/>
    <w:rsid w:val="00166134"/>
    <w:rsid w:val="00167C1A"/>
    <w:rsid w:val="00170F26"/>
    <w:rsid w:val="001727AE"/>
    <w:rsid w:val="00174F5F"/>
    <w:rsid w:val="0018073B"/>
    <w:rsid w:val="001917C4"/>
    <w:rsid w:val="00194CBB"/>
    <w:rsid w:val="00196BB2"/>
    <w:rsid w:val="001A4369"/>
    <w:rsid w:val="001A5A94"/>
    <w:rsid w:val="001A6DEC"/>
    <w:rsid w:val="001A73C8"/>
    <w:rsid w:val="001A7967"/>
    <w:rsid w:val="001B117C"/>
    <w:rsid w:val="001B2B3F"/>
    <w:rsid w:val="001B6909"/>
    <w:rsid w:val="001C0529"/>
    <w:rsid w:val="001D18B7"/>
    <w:rsid w:val="001D28EF"/>
    <w:rsid w:val="001D54DF"/>
    <w:rsid w:val="001D7E19"/>
    <w:rsid w:val="001E31CD"/>
    <w:rsid w:val="001F65BA"/>
    <w:rsid w:val="002017A7"/>
    <w:rsid w:val="002027A9"/>
    <w:rsid w:val="0020666F"/>
    <w:rsid w:val="00211D95"/>
    <w:rsid w:val="002268AC"/>
    <w:rsid w:val="002302E6"/>
    <w:rsid w:val="00230693"/>
    <w:rsid w:val="002348A5"/>
    <w:rsid w:val="00241825"/>
    <w:rsid w:val="002419E8"/>
    <w:rsid w:val="002425E4"/>
    <w:rsid w:val="00250258"/>
    <w:rsid w:val="00250CCB"/>
    <w:rsid w:val="00255589"/>
    <w:rsid w:val="00256C92"/>
    <w:rsid w:val="0026182D"/>
    <w:rsid w:val="0026342F"/>
    <w:rsid w:val="00263EFF"/>
    <w:rsid w:val="0026474A"/>
    <w:rsid w:val="00277DC2"/>
    <w:rsid w:val="0028175F"/>
    <w:rsid w:val="00281AE6"/>
    <w:rsid w:val="00282771"/>
    <w:rsid w:val="002879B0"/>
    <w:rsid w:val="00291A64"/>
    <w:rsid w:val="002923A0"/>
    <w:rsid w:val="00293D5E"/>
    <w:rsid w:val="002951DD"/>
    <w:rsid w:val="002A09BA"/>
    <w:rsid w:val="002B3138"/>
    <w:rsid w:val="002B46F8"/>
    <w:rsid w:val="002B47C2"/>
    <w:rsid w:val="002B65C2"/>
    <w:rsid w:val="002C184B"/>
    <w:rsid w:val="002C5DB4"/>
    <w:rsid w:val="002C78D9"/>
    <w:rsid w:val="002D25D4"/>
    <w:rsid w:val="002D337C"/>
    <w:rsid w:val="002D64AE"/>
    <w:rsid w:val="002D712F"/>
    <w:rsid w:val="002D7216"/>
    <w:rsid w:val="002D744B"/>
    <w:rsid w:val="002D77CD"/>
    <w:rsid w:val="002E25B8"/>
    <w:rsid w:val="002E49AD"/>
    <w:rsid w:val="002E5E35"/>
    <w:rsid w:val="002E60B3"/>
    <w:rsid w:val="002E7D2D"/>
    <w:rsid w:val="002F0EFB"/>
    <w:rsid w:val="002F130E"/>
    <w:rsid w:val="002F2D5B"/>
    <w:rsid w:val="002F55D8"/>
    <w:rsid w:val="002F5A4E"/>
    <w:rsid w:val="002F6497"/>
    <w:rsid w:val="002F6A95"/>
    <w:rsid w:val="002F7A5E"/>
    <w:rsid w:val="00303695"/>
    <w:rsid w:val="00303AFA"/>
    <w:rsid w:val="0031116D"/>
    <w:rsid w:val="003161D9"/>
    <w:rsid w:val="003209B4"/>
    <w:rsid w:val="00326EAC"/>
    <w:rsid w:val="00330C63"/>
    <w:rsid w:val="00343EDC"/>
    <w:rsid w:val="00345FA8"/>
    <w:rsid w:val="00347767"/>
    <w:rsid w:val="003571C6"/>
    <w:rsid w:val="00361618"/>
    <w:rsid w:val="003621A3"/>
    <w:rsid w:val="00371D29"/>
    <w:rsid w:val="00373535"/>
    <w:rsid w:val="00375A92"/>
    <w:rsid w:val="00376133"/>
    <w:rsid w:val="003807E7"/>
    <w:rsid w:val="0038138F"/>
    <w:rsid w:val="00385C36"/>
    <w:rsid w:val="003939AC"/>
    <w:rsid w:val="0039723D"/>
    <w:rsid w:val="003A07EC"/>
    <w:rsid w:val="003A1AA6"/>
    <w:rsid w:val="003A3206"/>
    <w:rsid w:val="003A5BA8"/>
    <w:rsid w:val="003B155A"/>
    <w:rsid w:val="003B16A0"/>
    <w:rsid w:val="003B65A8"/>
    <w:rsid w:val="003D3C85"/>
    <w:rsid w:val="003D6D4C"/>
    <w:rsid w:val="003D7A09"/>
    <w:rsid w:val="003E0E5E"/>
    <w:rsid w:val="003E593C"/>
    <w:rsid w:val="003E7F63"/>
    <w:rsid w:val="003F0831"/>
    <w:rsid w:val="003F2117"/>
    <w:rsid w:val="003F2769"/>
    <w:rsid w:val="003F2C5B"/>
    <w:rsid w:val="003F356A"/>
    <w:rsid w:val="003F5BC2"/>
    <w:rsid w:val="00400B81"/>
    <w:rsid w:val="00405EDD"/>
    <w:rsid w:val="004079ED"/>
    <w:rsid w:val="004114B4"/>
    <w:rsid w:val="00413D90"/>
    <w:rsid w:val="00424463"/>
    <w:rsid w:val="00425954"/>
    <w:rsid w:val="00440672"/>
    <w:rsid w:val="00441CD3"/>
    <w:rsid w:val="00444075"/>
    <w:rsid w:val="004624A5"/>
    <w:rsid w:val="00463DE5"/>
    <w:rsid w:val="00464785"/>
    <w:rsid w:val="004678BD"/>
    <w:rsid w:val="00467F7A"/>
    <w:rsid w:val="00480E97"/>
    <w:rsid w:val="0048177B"/>
    <w:rsid w:val="00483511"/>
    <w:rsid w:val="00483710"/>
    <w:rsid w:val="004856C4"/>
    <w:rsid w:val="00485A56"/>
    <w:rsid w:val="00486423"/>
    <w:rsid w:val="004872AB"/>
    <w:rsid w:val="00496896"/>
    <w:rsid w:val="004B3C6D"/>
    <w:rsid w:val="004C0379"/>
    <w:rsid w:val="004C3AF6"/>
    <w:rsid w:val="004C6549"/>
    <w:rsid w:val="004D41DE"/>
    <w:rsid w:val="004E658B"/>
    <w:rsid w:val="004F28B3"/>
    <w:rsid w:val="004F549E"/>
    <w:rsid w:val="005040F1"/>
    <w:rsid w:val="005045B1"/>
    <w:rsid w:val="00507B5D"/>
    <w:rsid w:val="005100BF"/>
    <w:rsid w:val="0051314B"/>
    <w:rsid w:val="005303CA"/>
    <w:rsid w:val="00530DE5"/>
    <w:rsid w:val="0053221C"/>
    <w:rsid w:val="005322FA"/>
    <w:rsid w:val="00532C87"/>
    <w:rsid w:val="005344B9"/>
    <w:rsid w:val="00535B44"/>
    <w:rsid w:val="0053613B"/>
    <w:rsid w:val="00540172"/>
    <w:rsid w:val="005414E3"/>
    <w:rsid w:val="00542ACE"/>
    <w:rsid w:val="00545FD8"/>
    <w:rsid w:val="005476FE"/>
    <w:rsid w:val="00554B41"/>
    <w:rsid w:val="00556879"/>
    <w:rsid w:val="00564405"/>
    <w:rsid w:val="0056579F"/>
    <w:rsid w:val="00567221"/>
    <w:rsid w:val="00567B6C"/>
    <w:rsid w:val="00570735"/>
    <w:rsid w:val="00573824"/>
    <w:rsid w:val="005776FB"/>
    <w:rsid w:val="005806B1"/>
    <w:rsid w:val="00583CEB"/>
    <w:rsid w:val="00590552"/>
    <w:rsid w:val="0059588F"/>
    <w:rsid w:val="00596828"/>
    <w:rsid w:val="005A0B67"/>
    <w:rsid w:val="005A3185"/>
    <w:rsid w:val="005A3952"/>
    <w:rsid w:val="005A4256"/>
    <w:rsid w:val="005A74AE"/>
    <w:rsid w:val="005A7A88"/>
    <w:rsid w:val="005B3544"/>
    <w:rsid w:val="005B43A5"/>
    <w:rsid w:val="005B4643"/>
    <w:rsid w:val="005B503F"/>
    <w:rsid w:val="005C285B"/>
    <w:rsid w:val="005C4808"/>
    <w:rsid w:val="005D5F3C"/>
    <w:rsid w:val="005D63E8"/>
    <w:rsid w:val="005D73F6"/>
    <w:rsid w:val="005D7AFE"/>
    <w:rsid w:val="005E4433"/>
    <w:rsid w:val="005E4B95"/>
    <w:rsid w:val="005E4E3B"/>
    <w:rsid w:val="005E5AA7"/>
    <w:rsid w:val="005F285B"/>
    <w:rsid w:val="005F658A"/>
    <w:rsid w:val="005F797B"/>
    <w:rsid w:val="0060258C"/>
    <w:rsid w:val="00606540"/>
    <w:rsid w:val="00607A47"/>
    <w:rsid w:val="00607FB5"/>
    <w:rsid w:val="006107D0"/>
    <w:rsid w:val="006118C3"/>
    <w:rsid w:val="00615C8C"/>
    <w:rsid w:val="00617755"/>
    <w:rsid w:val="00617B77"/>
    <w:rsid w:val="006222D7"/>
    <w:rsid w:val="00632BF0"/>
    <w:rsid w:val="00637D14"/>
    <w:rsid w:val="0064007F"/>
    <w:rsid w:val="0064383F"/>
    <w:rsid w:val="00644D42"/>
    <w:rsid w:val="0064523D"/>
    <w:rsid w:val="00650CBB"/>
    <w:rsid w:val="0065119C"/>
    <w:rsid w:val="00651E2F"/>
    <w:rsid w:val="006530BB"/>
    <w:rsid w:val="00655321"/>
    <w:rsid w:val="006554C1"/>
    <w:rsid w:val="0065626C"/>
    <w:rsid w:val="006602CD"/>
    <w:rsid w:val="0066314B"/>
    <w:rsid w:val="00665C14"/>
    <w:rsid w:val="0068119F"/>
    <w:rsid w:val="006A0A51"/>
    <w:rsid w:val="006A7992"/>
    <w:rsid w:val="006A7FDF"/>
    <w:rsid w:val="006B04AC"/>
    <w:rsid w:val="006B162D"/>
    <w:rsid w:val="006B34DD"/>
    <w:rsid w:val="006B4A5E"/>
    <w:rsid w:val="006B4ED4"/>
    <w:rsid w:val="006B62A0"/>
    <w:rsid w:val="006B7038"/>
    <w:rsid w:val="006C4605"/>
    <w:rsid w:val="006C7A57"/>
    <w:rsid w:val="006D11A8"/>
    <w:rsid w:val="006D3A05"/>
    <w:rsid w:val="006D6FC6"/>
    <w:rsid w:val="006D799C"/>
    <w:rsid w:val="006F2B55"/>
    <w:rsid w:val="006F7107"/>
    <w:rsid w:val="006F788D"/>
    <w:rsid w:val="0070650B"/>
    <w:rsid w:val="00707302"/>
    <w:rsid w:val="00707487"/>
    <w:rsid w:val="00710245"/>
    <w:rsid w:val="00711708"/>
    <w:rsid w:val="0072263C"/>
    <w:rsid w:val="00725622"/>
    <w:rsid w:val="00727B31"/>
    <w:rsid w:val="00730474"/>
    <w:rsid w:val="007339AC"/>
    <w:rsid w:val="00737379"/>
    <w:rsid w:val="00743BB0"/>
    <w:rsid w:val="0074425E"/>
    <w:rsid w:val="00750D9A"/>
    <w:rsid w:val="0075588C"/>
    <w:rsid w:val="00755A3D"/>
    <w:rsid w:val="007562EB"/>
    <w:rsid w:val="00764FEE"/>
    <w:rsid w:val="007656D0"/>
    <w:rsid w:val="007658A0"/>
    <w:rsid w:val="00766C41"/>
    <w:rsid w:val="00767D3D"/>
    <w:rsid w:val="00782F62"/>
    <w:rsid w:val="00783A17"/>
    <w:rsid w:val="007872A3"/>
    <w:rsid w:val="0079380F"/>
    <w:rsid w:val="007A43EB"/>
    <w:rsid w:val="007B05EB"/>
    <w:rsid w:val="007B071E"/>
    <w:rsid w:val="007B4683"/>
    <w:rsid w:val="007B4C76"/>
    <w:rsid w:val="007B5FE3"/>
    <w:rsid w:val="007B7497"/>
    <w:rsid w:val="007C1549"/>
    <w:rsid w:val="007C5BF9"/>
    <w:rsid w:val="007D7D01"/>
    <w:rsid w:val="007E02C5"/>
    <w:rsid w:val="007E1A4F"/>
    <w:rsid w:val="007E2071"/>
    <w:rsid w:val="007E2FB6"/>
    <w:rsid w:val="007F0298"/>
    <w:rsid w:val="007F02FB"/>
    <w:rsid w:val="007F15DA"/>
    <w:rsid w:val="007F261B"/>
    <w:rsid w:val="008009E9"/>
    <w:rsid w:val="0080389F"/>
    <w:rsid w:val="0080630A"/>
    <w:rsid w:val="00810C1D"/>
    <w:rsid w:val="008157CE"/>
    <w:rsid w:val="00821AB3"/>
    <w:rsid w:val="00825EB6"/>
    <w:rsid w:val="0083626C"/>
    <w:rsid w:val="00842E8B"/>
    <w:rsid w:val="008437E8"/>
    <w:rsid w:val="00850048"/>
    <w:rsid w:val="00852F22"/>
    <w:rsid w:val="0085480C"/>
    <w:rsid w:val="00855EA0"/>
    <w:rsid w:val="00857F46"/>
    <w:rsid w:val="00863F30"/>
    <w:rsid w:val="00865214"/>
    <w:rsid w:val="0086710D"/>
    <w:rsid w:val="0086757C"/>
    <w:rsid w:val="0087663C"/>
    <w:rsid w:val="008773D2"/>
    <w:rsid w:val="0088027B"/>
    <w:rsid w:val="00880794"/>
    <w:rsid w:val="00880FE5"/>
    <w:rsid w:val="008810FB"/>
    <w:rsid w:val="008840C5"/>
    <w:rsid w:val="008925B6"/>
    <w:rsid w:val="008941BF"/>
    <w:rsid w:val="00897051"/>
    <w:rsid w:val="008A0702"/>
    <w:rsid w:val="008A1C56"/>
    <w:rsid w:val="008A2196"/>
    <w:rsid w:val="008A6675"/>
    <w:rsid w:val="008A7059"/>
    <w:rsid w:val="008B6297"/>
    <w:rsid w:val="008C670E"/>
    <w:rsid w:val="008C680B"/>
    <w:rsid w:val="008D70DF"/>
    <w:rsid w:val="008E5D0C"/>
    <w:rsid w:val="008E6844"/>
    <w:rsid w:val="008F1559"/>
    <w:rsid w:val="008F4F34"/>
    <w:rsid w:val="008F7E2B"/>
    <w:rsid w:val="00902C7B"/>
    <w:rsid w:val="00903A66"/>
    <w:rsid w:val="009056D0"/>
    <w:rsid w:val="00911488"/>
    <w:rsid w:val="00911B1D"/>
    <w:rsid w:val="00920F06"/>
    <w:rsid w:val="009220AB"/>
    <w:rsid w:val="00924ED1"/>
    <w:rsid w:val="009253DC"/>
    <w:rsid w:val="009268B6"/>
    <w:rsid w:val="00930B2C"/>
    <w:rsid w:val="009330CB"/>
    <w:rsid w:val="009364C8"/>
    <w:rsid w:val="0094243F"/>
    <w:rsid w:val="009437C6"/>
    <w:rsid w:val="00950899"/>
    <w:rsid w:val="00955471"/>
    <w:rsid w:val="00960247"/>
    <w:rsid w:val="009640F6"/>
    <w:rsid w:val="00965392"/>
    <w:rsid w:val="0096656F"/>
    <w:rsid w:val="00966B9F"/>
    <w:rsid w:val="00966E5F"/>
    <w:rsid w:val="009734E8"/>
    <w:rsid w:val="00973C24"/>
    <w:rsid w:val="00974282"/>
    <w:rsid w:val="00975C1D"/>
    <w:rsid w:val="009811DA"/>
    <w:rsid w:val="00982773"/>
    <w:rsid w:val="0098424D"/>
    <w:rsid w:val="00986652"/>
    <w:rsid w:val="00991A08"/>
    <w:rsid w:val="00991B97"/>
    <w:rsid w:val="0099563E"/>
    <w:rsid w:val="009A5F19"/>
    <w:rsid w:val="009A6497"/>
    <w:rsid w:val="009A7EAE"/>
    <w:rsid w:val="009C1AD4"/>
    <w:rsid w:val="009C40F5"/>
    <w:rsid w:val="009C48D1"/>
    <w:rsid w:val="009C686F"/>
    <w:rsid w:val="009C75D2"/>
    <w:rsid w:val="009D204B"/>
    <w:rsid w:val="009D4CFC"/>
    <w:rsid w:val="009D52C2"/>
    <w:rsid w:val="009E5402"/>
    <w:rsid w:val="009F007D"/>
    <w:rsid w:val="009F0F67"/>
    <w:rsid w:val="009F3637"/>
    <w:rsid w:val="009F5CBA"/>
    <w:rsid w:val="00A03DA6"/>
    <w:rsid w:val="00A05723"/>
    <w:rsid w:val="00A10A30"/>
    <w:rsid w:val="00A12579"/>
    <w:rsid w:val="00A12A0E"/>
    <w:rsid w:val="00A12AA2"/>
    <w:rsid w:val="00A16AB5"/>
    <w:rsid w:val="00A23037"/>
    <w:rsid w:val="00A27431"/>
    <w:rsid w:val="00A32DC1"/>
    <w:rsid w:val="00A34D4D"/>
    <w:rsid w:val="00A4059A"/>
    <w:rsid w:val="00A46984"/>
    <w:rsid w:val="00A47410"/>
    <w:rsid w:val="00A5398D"/>
    <w:rsid w:val="00A54C15"/>
    <w:rsid w:val="00A556AE"/>
    <w:rsid w:val="00A73EDA"/>
    <w:rsid w:val="00A742AD"/>
    <w:rsid w:val="00A7474E"/>
    <w:rsid w:val="00A76557"/>
    <w:rsid w:val="00A7675F"/>
    <w:rsid w:val="00A767C4"/>
    <w:rsid w:val="00A80C86"/>
    <w:rsid w:val="00A82505"/>
    <w:rsid w:val="00A85B9A"/>
    <w:rsid w:val="00A8732C"/>
    <w:rsid w:val="00A873C3"/>
    <w:rsid w:val="00A92F65"/>
    <w:rsid w:val="00AA13E9"/>
    <w:rsid w:val="00AA47D0"/>
    <w:rsid w:val="00AA6155"/>
    <w:rsid w:val="00AA64FE"/>
    <w:rsid w:val="00AA7640"/>
    <w:rsid w:val="00AB4382"/>
    <w:rsid w:val="00AB5A37"/>
    <w:rsid w:val="00AB7616"/>
    <w:rsid w:val="00AC0DF4"/>
    <w:rsid w:val="00AC44F7"/>
    <w:rsid w:val="00AC4531"/>
    <w:rsid w:val="00AC71E3"/>
    <w:rsid w:val="00AD24B4"/>
    <w:rsid w:val="00AD32E1"/>
    <w:rsid w:val="00AD4AB7"/>
    <w:rsid w:val="00AD5413"/>
    <w:rsid w:val="00AD62F4"/>
    <w:rsid w:val="00AE09F1"/>
    <w:rsid w:val="00AE34C0"/>
    <w:rsid w:val="00AE4AC5"/>
    <w:rsid w:val="00AE54FE"/>
    <w:rsid w:val="00AF0C07"/>
    <w:rsid w:val="00AF0CB7"/>
    <w:rsid w:val="00AF11EC"/>
    <w:rsid w:val="00AF1EEE"/>
    <w:rsid w:val="00AF612B"/>
    <w:rsid w:val="00AF7166"/>
    <w:rsid w:val="00B00802"/>
    <w:rsid w:val="00B01526"/>
    <w:rsid w:val="00B0274A"/>
    <w:rsid w:val="00B100F6"/>
    <w:rsid w:val="00B108B5"/>
    <w:rsid w:val="00B11307"/>
    <w:rsid w:val="00B12DC7"/>
    <w:rsid w:val="00B2128F"/>
    <w:rsid w:val="00B23869"/>
    <w:rsid w:val="00B246C4"/>
    <w:rsid w:val="00B27800"/>
    <w:rsid w:val="00B301DD"/>
    <w:rsid w:val="00B3290D"/>
    <w:rsid w:val="00B34B07"/>
    <w:rsid w:val="00B362FF"/>
    <w:rsid w:val="00B37474"/>
    <w:rsid w:val="00B42BE7"/>
    <w:rsid w:val="00B44F4B"/>
    <w:rsid w:val="00B4541B"/>
    <w:rsid w:val="00B45CA2"/>
    <w:rsid w:val="00B46D88"/>
    <w:rsid w:val="00B5439D"/>
    <w:rsid w:val="00B55121"/>
    <w:rsid w:val="00B6206B"/>
    <w:rsid w:val="00B65F16"/>
    <w:rsid w:val="00B704A2"/>
    <w:rsid w:val="00B70D05"/>
    <w:rsid w:val="00B715DD"/>
    <w:rsid w:val="00B716E4"/>
    <w:rsid w:val="00B75793"/>
    <w:rsid w:val="00B8190D"/>
    <w:rsid w:val="00B83D01"/>
    <w:rsid w:val="00B92C2B"/>
    <w:rsid w:val="00B96493"/>
    <w:rsid w:val="00B96545"/>
    <w:rsid w:val="00B9752B"/>
    <w:rsid w:val="00BA0B33"/>
    <w:rsid w:val="00BA162A"/>
    <w:rsid w:val="00BA6084"/>
    <w:rsid w:val="00BB1BFD"/>
    <w:rsid w:val="00BB267D"/>
    <w:rsid w:val="00BC1A73"/>
    <w:rsid w:val="00BC3607"/>
    <w:rsid w:val="00BC4B13"/>
    <w:rsid w:val="00BC7DC7"/>
    <w:rsid w:val="00BD080C"/>
    <w:rsid w:val="00BD2E2F"/>
    <w:rsid w:val="00BD4055"/>
    <w:rsid w:val="00BD4B10"/>
    <w:rsid w:val="00BD4DA0"/>
    <w:rsid w:val="00BD7FDF"/>
    <w:rsid w:val="00BE2D8C"/>
    <w:rsid w:val="00BE40BE"/>
    <w:rsid w:val="00BE48E6"/>
    <w:rsid w:val="00BE4980"/>
    <w:rsid w:val="00BF49ED"/>
    <w:rsid w:val="00C04D61"/>
    <w:rsid w:val="00C13DA4"/>
    <w:rsid w:val="00C16659"/>
    <w:rsid w:val="00C20B25"/>
    <w:rsid w:val="00C25C8C"/>
    <w:rsid w:val="00C26765"/>
    <w:rsid w:val="00C31A56"/>
    <w:rsid w:val="00C402B5"/>
    <w:rsid w:val="00C4180D"/>
    <w:rsid w:val="00C44E48"/>
    <w:rsid w:val="00C52B17"/>
    <w:rsid w:val="00C56B6F"/>
    <w:rsid w:val="00C60512"/>
    <w:rsid w:val="00C62F1F"/>
    <w:rsid w:val="00C70646"/>
    <w:rsid w:val="00C70E8C"/>
    <w:rsid w:val="00C738D5"/>
    <w:rsid w:val="00C73B1F"/>
    <w:rsid w:val="00C748E6"/>
    <w:rsid w:val="00C90C55"/>
    <w:rsid w:val="00C93A73"/>
    <w:rsid w:val="00C96476"/>
    <w:rsid w:val="00CA0E87"/>
    <w:rsid w:val="00CA1F55"/>
    <w:rsid w:val="00CA21A8"/>
    <w:rsid w:val="00CA2319"/>
    <w:rsid w:val="00CA3B2F"/>
    <w:rsid w:val="00CB2CBB"/>
    <w:rsid w:val="00CB452B"/>
    <w:rsid w:val="00CB69F3"/>
    <w:rsid w:val="00CC3F53"/>
    <w:rsid w:val="00CC44FB"/>
    <w:rsid w:val="00CD0301"/>
    <w:rsid w:val="00CD0D8E"/>
    <w:rsid w:val="00CD12B7"/>
    <w:rsid w:val="00CD2EDF"/>
    <w:rsid w:val="00CD31AC"/>
    <w:rsid w:val="00CE52CB"/>
    <w:rsid w:val="00CE5E08"/>
    <w:rsid w:val="00CF2978"/>
    <w:rsid w:val="00CF4C19"/>
    <w:rsid w:val="00D0302C"/>
    <w:rsid w:val="00D03C14"/>
    <w:rsid w:val="00D0438E"/>
    <w:rsid w:val="00D0454B"/>
    <w:rsid w:val="00D076FA"/>
    <w:rsid w:val="00D07823"/>
    <w:rsid w:val="00D11DF2"/>
    <w:rsid w:val="00D125C3"/>
    <w:rsid w:val="00D148AF"/>
    <w:rsid w:val="00D14CB3"/>
    <w:rsid w:val="00D30CD4"/>
    <w:rsid w:val="00D3362D"/>
    <w:rsid w:val="00D45397"/>
    <w:rsid w:val="00D45504"/>
    <w:rsid w:val="00D50141"/>
    <w:rsid w:val="00D515AE"/>
    <w:rsid w:val="00D52625"/>
    <w:rsid w:val="00D52D87"/>
    <w:rsid w:val="00D5619C"/>
    <w:rsid w:val="00D64294"/>
    <w:rsid w:val="00D65C31"/>
    <w:rsid w:val="00D7073A"/>
    <w:rsid w:val="00D70FEE"/>
    <w:rsid w:val="00D71A3A"/>
    <w:rsid w:val="00D743C6"/>
    <w:rsid w:val="00D74E2F"/>
    <w:rsid w:val="00D817A0"/>
    <w:rsid w:val="00D868D9"/>
    <w:rsid w:val="00D86EF7"/>
    <w:rsid w:val="00D872A5"/>
    <w:rsid w:val="00D875DC"/>
    <w:rsid w:val="00D902D8"/>
    <w:rsid w:val="00D938CF"/>
    <w:rsid w:val="00D94FDD"/>
    <w:rsid w:val="00D968D8"/>
    <w:rsid w:val="00DA0162"/>
    <w:rsid w:val="00DA03A8"/>
    <w:rsid w:val="00DA39D4"/>
    <w:rsid w:val="00DA3CCB"/>
    <w:rsid w:val="00DA4FEF"/>
    <w:rsid w:val="00DC260D"/>
    <w:rsid w:val="00DC5A73"/>
    <w:rsid w:val="00DD1644"/>
    <w:rsid w:val="00DD3352"/>
    <w:rsid w:val="00DD4321"/>
    <w:rsid w:val="00DE354D"/>
    <w:rsid w:val="00DE54EE"/>
    <w:rsid w:val="00DF029C"/>
    <w:rsid w:val="00DF5AB5"/>
    <w:rsid w:val="00DF786E"/>
    <w:rsid w:val="00E012D1"/>
    <w:rsid w:val="00E06EEE"/>
    <w:rsid w:val="00E1188A"/>
    <w:rsid w:val="00E118B8"/>
    <w:rsid w:val="00E122DB"/>
    <w:rsid w:val="00E12B8F"/>
    <w:rsid w:val="00E21305"/>
    <w:rsid w:val="00E24C5C"/>
    <w:rsid w:val="00E258E0"/>
    <w:rsid w:val="00E27461"/>
    <w:rsid w:val="00E33C10"/>
    <w:rsid w:val="00E33D49"/>
    <w:rsid w:val="00E3556F"/>
    <w:rsid w:val="00E41D21"/>
    <w:rsid w:val="00E47E5A"/>
    <w:rsid w:val="00E53C99"/>
    <w:rsid w:val="00E57BD4"/>
    <w:rsid w:val="00E62B7F"/>
    <w:rsid w:val="00E641C8"/>
    <w:rsid w:val="00E64F76"/>
    <w:rsid w:val="00E751CA"/>
    <w:rsid w:val="00E76D51"/>
    <w:rsid w:val="00E80CAE"/>
    <w:rsid w:val="00E83AEC"/>
    <w:rsid w:val="00E846A7"/>
    <w:rsid w:val="00E86BCB"/>
    <w:rsid w:val="00E87EE3"/>
    <w:rsid w:val="00E91EE3"/>
    <w:rsid w:val="00E932E2"/>
    <w:rsid w:val="00EA1248"/>
    <w:rsid w:val="00EA2082"/>
    <w:rsid w:val="00EA29B3"/>
    <w:rsid w:val="00EA3615"/>
    <w:rsid w:val="00EA5E0E"/>
    <w:rsid w:val="00EB4C07"/>
    <w:rsid w:val="00EC0835"/>
    <w:rsid w:val="00EC463C"/>
    <w:rsid w:val="00EC6050"/>
    <w:rsid w:val="00ED6E7A"/>
    <w:rsid w:val="00EE04B5"/>
    <w:rsid w:val="00F0035E"/>
    <w:rsid w:val="00F01868"/>
    <w:rsid w:val="00F02047"/>
    <w:rsid w:val="00F0295E"/>
    <w:rsid w:val="00F0614B"/>
    <w:rsid w:val="00F11660"/>
    <w:rsid w:val="00F12F61"/>
    <w:rsid w:val="00F150CD"/>
    <w:rsid w:val="00F23642"/>
    <w:rsid w:val="00F23F05"/>
    <w:rsid w:val="00F3005F"/>
    <w:rsid w:val="00F5122D"/>
    <w:rsid w:val="00F53FF3"/>
    <w:rsid w:val="00F613C6"/>
    <w:rsid w:val="00F61914"/>
    <w:rsid w:val="00F641AF"/>
    <w:rsid w:val="00F649FA"/>
    <w:rsid w:val="00F64A4B"/>
    <w:rsid w:val="00F666E4"/>
    <w:rsid w:val="00F74EC4"/>
    <w:rsid w:val="00F75C75"/>
    <w:rsid w:val="00F8389B"/>
    <w:rsid w:val="00F85EE1"/>
    <w:rsid w:val="00F86B36"/>
    <w:rsid w:val="00F90AE6"/>
    <w:rsid w:val="00F912CC"/>
    <w:rsid w:val="00F93A5B"/>
    <w:rsid w:val="00F943B2"/>
    <w:rsid w:val="00F945B8"/>
    <w:rsid w:val="00FA025F"/>
    <w:rsid w:val="00FA4AF9"/>
    <w:rsid w:val="00FA6EC1"/>
    <w:rsid w:val="00FB0BA5"/>
    <w:rsid w:val="00FC466A"/>
    <w:rsid w:val="00FD5418"/>
    <w:rsid w:val="00FE0637"/>
    <w:rsid w:val="00FE238E"/>
    <w:rsid w:val="00FE2A85"/>
    <w:rsid w:val="00FE7440"/>
    <w:rsid w:val="00FF23C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7A4AC"/>
  <w15:docId w15:val="{CCCE3A05-81BB-4064-8668-F8FFD8B1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A47410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4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741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47410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741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47410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4741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741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4383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5022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StandardowyStandardowy-1">
    <w:name w:val="Standardowy.Standardowy-1"/>
    <w:uiPriority w:val="99"/>
    <w:rsid w:val="00865214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tekst">
    <w:name w:val="tekst"/>
    <w:basedOn w:val="Normalny"/>
    <w:uiPriority w:val="99"/>
    <w:rsid w:val="003F356A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3D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47410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F23642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styleId="Akapitzlist">
    <w:name w:val="List Paragraph"/>
    <w:aliases w:val="CW_Lista,Numerowanie,List Paragraph,A_wyliczenie,K-P_odwolanie,Akapit z listą5,maz_wyliczenie,opis dzialania,Table of contents numbered,Podsis rysunku,BulletC,Akapit z listą BS,lp1,Preambuła,Lista num,Wyliczanie,Obiekt,normalny tekst"/>
    <w:basedOn w:val="Normalny"/>
    <w:link w:val="AkapitzlistZnak"/>
    <w:uiPriority w:val="34"/>
    <w:qFormat/>
    <w:rsid w:val="009220AB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_wyliczenie Znak,K-P_odwolanie Znak,Akapit z listą5 Znak,maz_wyliczenie Znak,opis dzialania Znak,Table of contents numbered Znak,Podsis rysunku Znak,BulletC Znak,lp1 Znak"/>
    <w:link w:val="Akapitzlist"/>
    <w:uiPriority w:val="34"/>
    <w:qFormat/>
    <w:rsid w:val="00FC466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A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A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A85"/>
    <w:pPr>
      <w:spacing w:after="0" w:line="240" w:lineRule="auto"/>
    </w:pPr>
    <w:rPr>
      <w:sz w:val="24"/>
      <w:szCs w:val="24"/>
    </w:rPr>
  </w:style>
  <w:style w:type="table" w:customStyle="1" w:styleId="TableGrid">
    <w:name w:val="TableGrid"/>
    <w:rsid w:val="002C5DB4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11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11DA"/>
    <w:rPr>
      <w:vertAlign w:val="superscript"/>
    </w:rPr>
  </w:style>
  <w:style w:type="paragraph" w:customStyle="1" w:styleId="Standard">
    <w:name w:val="Standard"/>
    <w:qFormat/>
    <w:rsid w:val="00BD2E2F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szablon-oferty_az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F11CB-22F4-4DA4-94D5-5A35FC2B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siwz_z_szablon-oferty_azp</Template>
  <TotalTime>3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zamówienia Publiczne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Wboguta</dc:creator>
  <cp:lastModifiedBy>Bartosz Snopkiewicz</cp:lastModifiedBy>
  <cp:revision>5</cp:revision>
  <cp:lastPrinted>2021-05-18T06:27:00Z</cp:lastPrinted>
  <dcterms:created xsi:type="dcterms:W3CDTF">2025-04-25T08:39:00Z</dcterms:created>
  <dcterms:modified xsi:type="dcterms:W3CDTF">2026-01-16T12:51:00Z</dcterms:modified>
</cp:coreProperties>
</file>